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F4" w:rsidRPr="00B31B35" w:rsidRDefault="00C135F4" w:rsidP="00467450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Примерное р</w:t>
      </w:r>
      <w:r w:rsidRPr="00B31B35">
        <w:rPr>
          <w:rFonts w:ascii="Times New Roman" w:hAnsi="Times New Roman"/>
          <w:b/>
          <w:sz w:val="24"/>
          <w:szCs w:val="24"/>
        </w:rPr>
        <w:t xml:space="preserve">асписание занятий </w:t>
      </w:r>
      <w:r>
        <w:rPr>
          <w:rFonts w:ascii="Times New Roman" w:hAnsi="Times New Roman"/>
          <w:b/>
          <w:sz w:val="24"/>
          <w:szCs w:val="24"/>
        </w:rPr>
        <w:t>(ФИО ребенка)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3"/>
        <w:gridCol w:w="396"/>
        <w:gridCol w:w="3474"/>
        <w:gridCol w:w="1897"/>
        <w:gridCol w:w="3331"/>
      </w:tblGrid>
      <w:tr w:rsidR="00C135F4" w:rsidRPr="00CD7B5B" w:rsidTr="00CD7B5B">
        <w:tc>
          <w:tcPr>
            <w:tcW w:w="459" w:type="dxa"/>
            <w:vMerge w:val="restart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B5B">
              <w:rPr>
                <w:rFonts w:ascii="Times New Roman" w:hAnsi="Times New Roman"/>
                <w:sz w:val="20"/>
                <w:szCs w:val="20"/>
              </w:rPr>
              <w:t>Понедельник</w:t>
            </w: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Английский язык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Математика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Русский язык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Коррекционное занятие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Индивидуально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Тьютор (по указанию учителя ОК)</w:t>
            </w:r>
          </w:p>
        </w:tc>
      </w:tr>
      <w:tr w:rsidR="00C135F4" w:rsidRPr="00CD7B5B" w:rsidTr="00CD7B5B">
        <w:trPr>
          <w:trHeight w:val="283"/>
        </w:trPr>
        <w:tc>
          <w:tcPr>
            <w:tcW w:w="9571" w:type="dxa"/>
            <w:gridSpan w:val="5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5F4" w:rsidRPr="00CD7B5B" w:rsidTr="00CD7B5B">
        <w:tc>
          <w:tcPr>
            <w:tcW w:w="459" w:type="dxa"/>
            <w:vMerge w:val="restart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B5B">
              <w:rPr>
                <w:rFonts w:ascii="Times New Roman" w:hAnsi="Times New Roman"/>
                <w:sz w:val="20"/>
                <w:szCs w:val="20"/>
              </w:rPr>
              <w:t>Вторник</w:t>
            </w: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Русский язык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Математика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Литературное чтение 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Окружающий мир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 xml:space="preserve">Урок в ОК 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Физическая культура</w:t>
            </w:r>
            <w:r w:rsidRPr="00CD7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Коррекционное занятие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Индивидуально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Тьютор (по указанию учителя ОК)</w:t>
            </w:r>
            <w:bookmarkStart w:id="0" w:name="_GoBack"/>
            <w:bookmarkEnd w:id="0"/>
          </w:p>
        </w:tc>
      </w:tr>
      <w:tr w:rsidR="00C135F4" w:rsidRPr="00CD7B5B" w:rsidTr="00CD7B5B">
        <w:trPr>
          <w:trHeight w:val="283"/>
        </w:trPr>
        <w:tc>
          <w:tcPr>
            <w:tcW w:w="9571" w:type="dxa"/>
            <w:gridSpan w:val="5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5F4" w:rsidRPr="00CD7B5B" w:rsidTr="00CD7B5B">
        <w:tc>
          <w:tcPr>
            <w:tcW w:w="459" w:type="dxa"/>
            <w:vMerge w:val="restart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B5B">
              <w:rPr>
                <w:rFonts w:ascii="Times New Roman" w:hAnsi="Times New Roman"/>
                <w:sz w:val="20"/>
                <w:szCs w:val="20"/>
              </w:rPr>
              <w:t>Среда</w:t>
            </w: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Математика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Русский язык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Литературное чтение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Физическая культура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 xml:space="preserve">Урок в ОК 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Технология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Занятие в кружке дополнительного образования (Шахматы)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Индивидуально, группами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Руководитель кружка, тьютор</w:t>
            </w:r>
          </w:p>
        </w:tc>
      </w:tr>
      <w:tr w:rsidR="00C135F4" w:rsidRPr="00CD7B5B" w:rsidTr="00CD7B5B">
        <w:trPr>
          <w:trHeight w:val="283"/>
        </w:trPr>
        <w:tc>
          <w:tcPr>
            <w:tcW w:w="9571" w:type="dxa"/>
            <w:gridSpan w:val="5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5F4" w:rsidRPr="00CD7B5B" w:rsidTr="00CD7B5B">
        <w:tc>
          <w:tcPr>
            <w:tcW w:w="459" w:type="dxa"/>
            <w:vMerge w:val="restart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B5B">
              <w:rPr>
                <w:rFonts w:ascii="Times New Roman" w:hAnsi="Times New Roman"/>
                <w:sz w:val="20"/>
                <w:szCs w:val="20"/>
              </w:rPr>
              <w:t>Четверг</w:t>
            </w: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Русский язык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Окружающий мир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Английский язык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Физическая культура</w:t>
            </w:r>
            <w:r w:rsidRPr="00CD7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Православная культура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rPr>
          <w:trHeight w:val="283"/>
        </w:trPr>
        <w:tc>
          <w:tcPr>
            <w:tcW w:w="9571" w:type="dxa"/>
            <w:gridSpan w:val="5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5F4" w:rsidRPr="00CD7B5B" w:rsidTr="00CD7B5B">
        <w:tc>
          <w:tcPr>
            <w:tcW w:w="459" w:type="dxa"/>
            <w:vMerge w:val="restart"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B5B">
              <w:rPr>
                <w:rFonts w:ascii="Times New Roman" w:hAnsi="Times New Roman"/>
                <w:sz w:val="20"/>
                <w:szCs w:val="20"/>
              </w:rPr>
              <w:t>Пятница</w:t>
            </w: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Математика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ИЗО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Русский язык 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Литературное чтение</w:t>
            </w:r>
            <w:r w:rsidRPr="00CD7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(в общем классе)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Урок в ОК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Учитель ОК, тьютор</w:t>
            </w:r>
          </w:p>
        </w:tc>
      </w:tr>
      <w:tr w:rsidR="00C135F4" w:rsidRPr="00CD7B5B" w:rsidTr="00CD7B5B">
        <w:tc>
          <w:tcPr>
            <w:tcW w:w="459" w:type="dxa"/>
            <w:vMerge/>
            <w:textDirection w:val="btLr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06" w:type="dxa"/>
          </w:tcPr>
          <w:p w:rsidR="00C135F4" w:rsidRPr="00CD7B5B" w:rsidRDefault="00C135F4" w:rsidP="00CD7B5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D7B5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Занятие в кружке дополнительного образования (Шахматы)</w:t>
            </w:r>
          </w:p>
        </w:tc>
        <w:tc>
          <w:tcPr>
            <w:tcW w:w="1843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Индивидуально, группами</w:t>
            </w:r>
          </w:p>
        </w:tc>
        <w:tc>
          <w:tcPr>
            <w:tcW w:w="3367" w:type="dxa"/>
          </w:tcPr>
          <w:p w:rsidR="00C135F4" w:rsidRPr="00CD7B5B" w:rsidRDefault="00C135F4" w:rsidP="00CD7B5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7B5B">
              <w:rPr>
                <w:rFonts w:ascii="Times New Roman" w:hAnsi="Times New Roman"/>
                <w:sz w:val="24"/>
                <w:szCs w:val="24"/>
              </w:rPr>
              <w:t>Руководитель кружка, тьютор</w:t>
            </w:r>
          </w:p>
        </w:tc>
      </w:tr>
    </w:tbl>
    <w:p w:rsidR="00C135F4" w:rsidRDefault="00C135F4" w:rsidP="0046745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135F4" w:rsidRPr="007F471B" w:rsidRDefault="00C135F4" w:rsidP="0046745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135F4" w:rsidRDefault="00C135F4" w:rsidP="00467450">
      <w:pPr>
        <w:spacing w:after="0" w:line="240" w:lineRule="auto"/>
      </w:pPr>
    </w:p>
    <w:sectPr w:rsidR="00C135F4" w:rsidSect="00C2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47B"/>
    <w:rsid w:val="00063B98"/>
    <w:rsid w:val="001C28BB"/>
    <w:rsid w:val="00467450"/>
    <w:rsid w:val="004F7856"/>
    <w:rsid w:val="005569BD"/>
    <w:rsid w:val="00644696"/>
    <w:rsid w:val="006856FF"/>
    <w:rsid w:val="007F471B"/>
    <w:rsid w:val="00831875"/>
    <w:rsid w:val="00910F6E"/>
    <w:rsid w:val="00A1063F"/>
    <w:rsid w:val="00A14418"/>
    <w:rsid w:val="00A17D72"/>
    <w:rsid w:val="00B31B35"/>
    <w:rsid w:val="00C135F4"/>
    <w:rsid w:val="00C2095E"/>
    <w:rsid w:val="00CB647B"/>
    <w:rsid w:val="00CD7B5B"/>
    <w:rsid w:val="00CE31B8"/>
    <w:rsid w:val="00DA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85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F7856"/>
    <w:pPr>
      <w:ind w:left="720"/>
      <w:contextualSpacing/>
    </w:pPr>
  </w:style>
  <w:style w:type="table" w:styleId="TableGrid">
    <w:name w:val="Table Grid"/>
    <w:basedOn w:val="TableNormal"/>
    <w:uiPriority w:val="99"/>
    <w:rsid w:val="004F78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56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69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294</Words>
  <Characters>1678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ibatluzkaya</cp:lastModifiedBy>
  <cp:revision>7</cp:revision>
  <cp:lastPrinted>2017-03-01T06:13:00Z</cp:lastPrinted>
  <dcterms:created xsi:type="dcterms:W3CDTF">2017-09-25T11:23:00Z</dcterms:created>
  <dcterms:modified xsi:type="dcterms:W3CDTF">2020-10-13T09:46:00Z</dcterms:modified>
</cp:coreProperties>
</file>